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0AE2D57D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3A7F76">
        <w:rPr>
          <w:lang w:val="en-GB"/>
        </w:rPr>
        <w:t xml:space="preserve"> 26-w002-25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6A957877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3A7F76">
        <w:rPr>
          <w:rFonts w:cs="Calibri"/>
          <w:lang w:eastAsia="ko-KR"/>
        </w:rPr>
        <w:t>Ministry of Women Youth Sport and Social Affairs</w:t>
      </w:r>
      <w:r w:rsidR="003A7F76">
        <w:rPr>
          <w:rFonts w:cs="Calibri"/>
          <w:lang w:eastAsia="ko-KR"/>
        </w:rPr>
        <w:t>,</w:t>
      </w:r>
      <w:r w:rsidR="003A7F76">
        <w:rPr>
          <w:rFonts w:cs="Calibri"/>
          <w:lang w:eastAsia="ko-KR"/>
        </w:rPr>
        <w:t xml:space="preserve"> </w:t>
      </w:r>
      <w:r w:rsidRPr="00B451CF">
        <w:rPr>
          <w:rFonts w:cs="Calibri"/>
          <w:lang w:val="en-GB"/>
        </w:rPr>
        <w:t xml:space="preserve">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0663F497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Number</w:t>
      </w:r>
      <w:r w:rsidR="00C42CC0">
        <w:rPr>
          <w:lang w:val="en-GB"/>
        </w:rPr>
        <w:t>: 26-w002-25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BD31E" w14:textId="77777777" w:rsidR="00CD2ABC" w:rsidRDefault="00CD2ABC">
      <w:r>
        <w:separator/>
      </w:r>
    </w:p>
  </w:endnote>
  <w:endnote w:type="continuationSeparator" w:id="0">
    <w:p w14:paraId="2D88F9F9" w14:textId="77777777" w:rsidR="00CD2ABC" w:rsidRDefault="00CD2ABC">
      <w:r>
        <w:continuationSeparator/>
      </w:r>
    </w:p>
  </w:endnote>
  <w:endnote w:type="continuationNotice" w:id="1">
    <w:p w14:paraId="13CEB0BA" w14:textId="77777777" w:rsidR="00CD2ABC" w:rsidRDefault="00CD2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B08C4B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A7F76">
      <w:rPr>
        <w:noProof/>
      </w:rPr>
      <w:t>2025-09-25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2E63A" w14:textId="77777777" w:rsidR="00CD2ABC" w:rsidRDefault="00CD2ABC">
      <w:r>
        <w:separator/>
      </w:r>
    </w:p>
  </w:footnote>
  <w:footnote w:type="continuationSeparator" w:id="0">
    <w:p w14:paraId="7481427C" w14:textId="77777777" w:rsidR="00CD2ABC" w:rsidRDefault="00CD2ABC">
      <w:r>
        <w:continuationSeparator/>
      </w:r>
    </w:p>
  </w:footnote>
  <w:footnote w:type="continuationNotice" w:id="1">
    <w:p w14:paraId="4715E7C3" w14:textId="77777777" w:rsidR="00CD2ABC" w:rsidRDefault="00CD2ABC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36D7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76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2CC0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ABC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150</TotalTime>
  <Pages>9</Pages>
  <Words>2431</Words>
  <Characters>13862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16261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2019-05-23T01:49:00Z</cp:lastPrinted>
  <dcterms:created xsi:type="dcterms:W3CDTF">2020-07-06T13:09:00Z</dcterms:created>
  <dcterms:modified xsi:type="dcterms:W3CDTF">2025-09-24T21:13:00Z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